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9BAF" w14:textId="6B757119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B574AF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17A4005" w14:textId="77777777" w:rsidR="005103B9" w:rsidRDefault="005103B9" w:rsidP="005103B9">
      <w:pPr>
        <w:spacing w:after="0" w:line="480" w:lineRule="auto"/>
        <w:rPr>
          <w:b/>
        </w:rPr>
      </w:pPr>
    </w:p>
    <w:p w14:paraId="09F6E98B" w14:textId="745390C7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574AF">
        <w:rPr>
          <w:rFonts w:ascii="Times New Roman" w:hAnsi="Times New Roman"/>
          <w:b/>
        </w:rPr>
        <w:t>BCKiH</w:t>
      </w:r>
      <w:r w:rsidR="00935667">
        <w:rPr>
          <w:rFonts w:ascii="Times New Roman" w:hAnsi="Times New Roman"/>
          <w:b/>
        </w:rPr>
        <w:t>.</w:t>
      </w:r>
      <w:r w:rsidR="00822AA9" w:rsidRPr="00822AA9">
        <w:rPr>
          <w:rFonts w:ascii="Times New Roman" w:hAnsi="Times New Roman"/>
          <w:b/>
        </w:rPr>
        <w:t>271.</w:t>
      </w:r>
      <w:r w:rsidR="00935667">
        <w:rPr>
          <w:rFonts w:ascii="Times New Roman" w:hAnsi="Times New Roman"/>
          <w:b/>
        </w:rPr>
        <w:t>1</w:t>
      </w:r>
      <w:r w:rsidR="00822AA9" w:rsidRPr="00822AA9">
        <w:rPr>
          <w:rFonts w:ascii="Times New Roman" w:hAnsi="Times New Roman"/>
          <w:b/>
        </w:rPr>
        <w:t>.202</w:t>
      </w:r>
      <w:r w:rsidR="00935667">
        <w:rPr>
          <w:rFonts w:ascii="Times New Roman" w:hAnsi="Times New Roman"/>
          <w:b/>
        </w:rPr>
        <w:t>2</w:t>
      </w:r>
    </w:p>
    <w:p w14:paraId="606A3849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65FE2A99" w14:textId="25E7B336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574AF">
        <w:rPr>
          <w:sz w:val="22"/>
          <w:szCs w:val="22"/>
        </w:rPr>
        <w:t>Brzeskie Centrum Kultury i Historii Wahadło</w:t>
      </w:r>
    </w:p>
    <w:p w14:paraId="62B526DE" w14:textId="292B4595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574AF">
        <w:rPr>
          <w:sz w:val="22"/>
          <w:szCs w:val="22"/>
        </w:rPr>
        <w:t>ul. Kolejowa 44</w:t>
      </w:r>
    </w:p>
    <w:p w14:paraId="5AA0F314" w14:textId="77777777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22AA9" w:rsidRPr="00822AA9">
        <w:rPr>
          <w:sz w:val="22"/>
          <w:szCs w:val="22"/>
        </w:rPr>
        <w:t>87-880</w:t>
      </w:r>
      <w:r w:rsidRPr="00E24546">
        <w:rPr>
          <w:sz w:val="22"/>
          <w:szCs w:val="22"/>
        </w:rPr>
        <w:t xml:space="preserve"> </w:t>
      </w:r>
      <w:r w:rsidR="00822AA9" w:rsidRPr="00822AA9">
        <w:rPr>
          <w:sz w:val="22"/>
          <w:szCs w:val="22"/>
        </w:rPr>
        <w:t>Brześć Kujawski</w:t>
      </w:r>
    </w:p>
    <w:p w14:paraId="6B9A3DB3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173DEA66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3D5613F6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2A489418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D661A63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110F0E40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09A26F44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37933827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25DE0FB4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530D3692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2AA9" w:rsidRPr="00110593" w14:paraId="15E4F3BB" w14:textId="77777777" w:rsidTr="00BC3FF9">
        <w:tc>
          <w:tcPr>
            <w:tcW w:w="9212" w:type="dxa"/>
            <w:shd w:val="clear" w:color="auto" w:fill="D9D9D9"/>
          </w:tcPr>
          <w:p w14:paraId="3CF35223" w14:textId="77777777" w:rsidR="00822AA9" w:rsidRPr="00110593" w:rsidRDefault="00822AA9" w:rsidP="00BC3FF9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5DA2CD0C" w14:textId="77777777" w:rsidR="00822AA9" w:rsidRPr="00110593" w:rsidRDefault="00822AA9" w:rsidP="00BC3FF9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822AA9">
              <w:rPr>
                <w:rFonts w:ascii="Times New Roman" w:hAnsi="Times New Roman"/>
              </w:rPr>
              <w:t>(t.j. Dz.U. z 2021r. poz. 1129)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49A13860" w14:textId="77777777" w:rsidR="00822AA9" w:rsidRPr="00110593" w:rsidRDefault="00822AA9" w:rsidP="00BC3FF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48FC8DBF" w14:textId="77777777" w:rsidR="00822AA9" w:rsidRPr="00110593" w:rsidRDefault="00822AA9" w:rsidP="00BC3FF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1BD6AE2F" w14:textId="77777777" w:rsidR="00822AA9" w:rsidRPr="00110593" w:rsidRDefault="00822AA9" w:rsidP="00BC3FF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0B66F85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8511BCA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AA3B820" w14:textId="535FADAA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B574AF" w:rsidRPr="00B574AF">
        <w:rPr>
          <w:rFonts w:ascii="Times New Roman" w:hAnsi="Times New Roman"/>
          <w:b/>
          <w:bCs/>
        </w:rPr>
        <w:t>Brzeskie Centrum Kultury i Historii Wahadło</w:t>
      </w:r>
      <w:r w:rsidR="005434B3" w:rsidRPr="00B574AF">
        <w:rPr>
          <w:rFonts w:ascii="Times New Roman" w:hAnsi="Times New Roman"/>
          <w:b/>
          <w:bCs/>
        </w:rPr>
        <w:t>,</w:t>
      </w:r>
      <w:r w:rsidR="002B2AD9" w:rsidRPr="00B574AF">
        <w:rPr>
          <w:rFonts w:ascii="Times New Roman" w:hAnsi="Times New Roman"/>
          <w:b/>
          <w:bCs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055FC19C" w14:textId="77777777" w:rsidR="00B574AF" w:rsidRPr="00B574AF" w:rsidRDefault="00B574AF" w:rsidP="00B574AF">
      <w:pPr>
        <w:spacing w:after="0" w:line="276" w:lineRule="auto"/>
        <w:jc w:val="center"/>
        <w:rPr>
          <w:rFonts w:ascii="Times New Roman" w:hAnsi="Times New Roman"/>
          <w:b/>
        </w:rPr>
      </w:pPr>
      <w:bookmarkStart w:id="0" w:name="_Hlk107929474"/>
      <w:r w:rsidRPr="00B574AF">
        <w:rPr>
          <w:rFonts w:ascii="Times New Roman" w:hAnsi="Times New Roman"/>
          <w:b/>
        </w:rPr>
        <w:t>Wyposażenie sali widowiskowej BCKiH Wahadło w Brześciu Kujawskim w system nagłośnienia kinowego i projekcji kinowej oraz wyposażenie amfiteatru BCKiH Wahadło w scenę mobilną</w:t>
      </w:r>
    </w:p>
    <w:bookmarkEnd w:id="0"/>
    <w:p w14:paraId="2BF4FFE8" w14:textId="77777777" w:rsidR="00B574AF" w:rsidRDefault="00B574AF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14:paraId="2E5B0792" w14:textId="081BC22D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753E3850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6F0351D1" w14:textId="77777777" w:rsidR="002426FF" w:rsidRPr="00232DF0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14:paraId="6D66A965" w14:textId="77777777" w:rsidR="00822AA9" w:rsidRPr="00997D0F" w:rsidRDefault="00822AA9" w:rsidP="00822AA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67D8C3E" w14:textId="77777777" w:rsidR="00822AA9" w:rsidRPr="000247FF" w:rsidRDefault="00822AA9" w:rsidP="00822AA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6979E66F" w14:textId="77777777" w:rsidR="00822AA9" w:rsidRPr="000247FF" w:rsidRDefault="00822AA9" w:rsidP="00822AA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048A2E35" w14:textId="77777777" w:rsidR="00822AA9" w:rsidRPr="00292198" w:rsidRDefault="00822AA9" w:rsidP="00822AA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41B60B9" w14:textId="77777777" w:rsidR="00822AA9" w:rsidRPr="000247FF" w:rsidRDefault="00822AA9" w:rsidP="00822AA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695A7F42" w14:textId="77777777" w:rsidR="00822AA9" w:rsidRPr="000247FF" w:rsidRDefault="00822AA9" w:rsidP="00822AA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4FD0EFF3" w14:textId="77777777" w:rsidR="00710937" w:rsidRPr="00292198" w:rsidRDefault="00710937" w:rsidP="005E24AA">
      <w:pPr>
        <w:rPr>
          <w:rFonts w:ascii="Times New Roman" w:hAnsi="Times New Roman"/>
        </w:rPr>
      </w:pPr>
    </w:p>
    <w:p w14:paraId="1D92297A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B4DEBE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75F30A4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29D9E0DE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6945D99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24D76BDC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7519004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0F0ED308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46C28AD6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3054FEAC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7BAD889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6611E79E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57EF8F29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1C720D10" w14:textId="77777777" w:rsidTr="008F7A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EDEA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F190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822AA9" w:rsidRPr="00D2702A" w14:paraId="06A6A3F9" w14:textId="77777777" w:rsidTr="008F7A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D9EE" w14:textId="77777777" w:rsidR="00822AA9" w:rsidRPr="00D2702A" w:rsidRDefault="00822AA9" w:rsidP="00BC3FF9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822AA9">
              <w:rPr>
                <w:rFonts w:ascii="Times New Roman" w:hAnsi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1E45" w14:textId="77777777" w:rsidR="00A36C1F" w:rsidRPr="00A36C1F" w:rsidRDefault="00A36C1F" w:rsidP="00A36C1F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A36C1F">
              <w:rPr>
                <w:rFonts w:ascii="Times New Roman" w:hAnsi="Times New Roman"/>
                <w:b/>
                <w:bCs/>
              </w:rPr>
              <w:t>Sytuacja ekonomiczna lub finansowa:</w:t>
            </w:r>
          </w:p>
          <w:p w14:paraId="6DEB1255" w14:textId="77777777" w:rsidR="00A36C1F" w:rsidRPr="00A36C1F" w:rsidRDefault="00A36C1F" w:rsidP="00A36C1F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A36C1F">
              <w:rPr>
                <w:rFonts w:ascii="Times New Roman" w:hAnsi="Times New Roman"/>
                <w:b/>
                <w:bCs/>
              </w:rPr>
              <w:t>Część 1:</w:t>
            </w:r>
          </w:p>
          <w:p w14:paraId="6E2B3BD7" w14:textId="77777777" w:rsidR="00A36C1F" w:rsidRPr="00A36C1F" w:rsidRDefault="00A36C1F" w:rsidP="00A36C1F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A36C1F">
              <w:rPr>
                <w:rFonts w:ascii="Times New Roman" w:hAnsi="Times New Roman"/>
              </w:rPr>
              <w:t>Zamawiający wymaga dołączenia do oferty informacji banku lub spółdzielczej kasy oszczędnościowo-kredytowej, potwierdzającej wysokość posiadanych środków finansowych lub zdolność kredytową wykonawcy na kwotę minimum 400 000,00 zł.</w:t>
            </w:r>
          </w:p>
          <w:p w14:paraId="1DB5B1B6" w14:textId="58CBCBF7" w:rsidR="00A36C1F" w:rsidRPr="00A36C1F" w:rsidRDefault="00A36C1F" w:rsidP="00A36C1F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A36C1F">
              <w:rPr>
                <w:rFonts w:ascii="Times New Roman" w:hAnsi="Times New Roman"/>
              </w:rPr>
              <w:t>Zamawiający wymaga dołączonej do oferty opłaconej polisy, a w przypadku jej braku innego dokumentu potwierdzającego, że wykonawca jest ubezpieczony od odpowiedzialności cywilnej w zakresie prowadzonej działalności związanej z przedmiotem zamówienia na kwotę minimum 400 000,00 zł.</w:t>
            </w:r>
          </w:p>
          <w:p w14:paraId="5E6F525B" w14:textId="77777777" w:rsidR="00A36C1F" w:rsidRPr="00A36C1F" w:rsidRDefault="00A36C1F" w:rsidP="00A36C1F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A36C1F">
              <w:rPr>
                <w:rFonts w:ascii="Times New Roman" w:hAnsi="Times New Roman"/>
                <w:b/>
                <w:bCs/>
              </w:rPr>
              <w:t>Część 2:</w:t>
            </w:r>
          </w:p>
          <w:p w14:paraId="6FB75295" w14:textId="77777777" w:rsidR="00A36C1F" w:rsidRPr="00A36C1F" w:rsidRDefault="00A36C1F" w:rsidP="00A36C1F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A36C1F">
              <w:rPr>
                <w:rFonts w:ascii="Times New Roman" w:hAnsi="Times New Roman"/>
              </w:rPr>
              <w:t>Zamawiający wymaga dołączenia do oferty informacji banku lub spółdzielczej kasy oszczędnościowo-kredytowej, potwierdzającej wysokość posiadanych środków finansowych lub zdolność kredytową wykonawcy na kwotę minimum 150 000,00 zł.</w:t>
            </w:r>
          </w:p>
          <w:p w14:paraId="1A4C92C1" w14:textId="1F12E863" w:rsidR="00822AA9" w:rsidRPr="00D2702A" w:rsidRDefault="00A36C1F" w:rsidP="00A36C1F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A36C1F">
              <w:rPr>
                <w:rFonts w:ascii="Times New Roman" w:hAnsi="Times New Roman"/>
              </w:rPr>
              <w:t>Zamawiający wymaga dołączonej do oferty opłaconej polisy, a w przypadku jej braku innego dokumentu potwierdzającego, że wykonawca jest ubezpieczony od odpowiedzialności cywilnej w zakresie prowadzonej działalności związanej z przedmiotem zamówienia na kwotę minimum 150 000,00 zł.</w:t>
            </w:r>
          </w:p>
        </w:tc>
      </w:tr>
      <w:tr w:rsidR="00822AA9" w:rsidRPr="00D2702A" w14:paraId="573A818D" w14:textId="77777777" w:rsidTr="008F7A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3FD0" w14:textId="0293D42D" w:rsidR="00822AA9" w:rsidRPr="00D2702A" w:rsidRDefault="00A36C1F" w:rsidP="00BC3FF9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FC69" w14:textId="77777777" w:rsidR="00822AA9" w:rsidRPr="00D2702A" w:rsidRDefault="00822AA9" w:rsidP="00BC3FF9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822AA9">
              <w:rPr>
                <w:rFonts w:ascii="Times New Roman" w:hAnsi="Times New Roman"/>
                <w:b/>
                <w:bCs/>
              </w:rPr>
              <w:t>Zdolność do występowania w obrocie gospodarczym</w:t>
            </w:r>
          </w:p>
          <w:p w14:paraId="50DA068F" w14:textId="18E86AD1" w:rsidR="00822AA9" w:rsidRPr="00D2702A" w:rsidRDefault="00822AA9" w:rsidP="00BC3FF9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822AA9">
              <w:rPr>
                <w:rFonts w:ascii="Times New Roman" w:hAnsi="Times New Roman"/>
              </w:rPr>
              <w:t xml:space="preserve">O udzielenie zamówienia publicznego mogą ubiegać się wykonawcy, którzy spełniają warunki, dotyczące posiadania zdolności do występowania w obrocie gospodarczym. </w:t>
            </w:r>
            <w:r w:rsidRPr="00822AA9">
              <w:rPr>
                <w:rFonts w:ascii="Times New Roman" w:hAnsi="Times New Roman"/>
              </w:rPr>
              <w:lastRenderedPageBreak/>
              <w:t xml:space="preserve">Ocena spełniania warunków udziału w postępowaniu będzie dokonana w oparciu o złożone oświadczenie (załącznik nr </w:t>
            </w:r>
            <w:r w:rsidR="008F7A78">
              <w:rPr>
                <w:rFonts w:ascii="Times New Roman" w:hAnsi="Times New Roman"/>
              </w:rPr>
              <w:t>3</w:t>
            </w:r>
            <w:r w:rsidRPr="00822AA9">
              <w:rPr>
                <w:rFonts w:ascii="Times New Roman" w:hAnsi="Times New Roman"/>
              </w:rPr>
              <w:t xml:space="preserve"> do SWZ) na zasadzie spełnia/nie spełnia.</w:t>
            </w:r>
          </w:p>
        </w:tc>
      </w:tr>
      <w:tr w:rsidR="00822AA9" w:rsidRPr="00D2702A" w14:paraId="7B5C935B" w14:textId="77777777" w:rsidTr="008F7A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8E3BF" w14:textId="2AA9050B" w:rsidR="00822AA9" w:rsidRPr="00D2702A" w:rsidRDefault="00A36C1F" w:rsidP="00BC3FF9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1B4F" w14:textId="77777777" w:rsidR="00822AA9" w:rsidRPr="00D2702A" w:rsidRDefault="00822AA9" w:rsidP="00BC3FF9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822AA9">
              <w:rPr>
                <w:rFonts w:ascii="Times New Roman" w:hAnsi="Times New Roman"/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49A28888" w14:textId="400ACFC5" w:rsidR="00822AA9" w:rsidRPr="00D2702A" w:rsidRDefault="00822AA9" w:rsidP="00BC3FF9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822AA9">
              <w:rPr>
                <w:rFonts w:ascii="Times New Roman" w:hAnsi="Times New Roman"/>
              </w:rPr>
              <w:t xml:space="preserve"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w oparciu o złożone oświadczenie (załącznik nr </w:t>
            </w:r>
            <w:r w:rsidR="008F7A78">
              <w:rPr>
                <w:rFonts w:ascii="Times New Roman" w:hAnsi="Times New Roman"/>
              </w:rPr>
              <w:t>3</w:t>
            </w:r>
            <w:r w:rsidRPr="00822AA9">
              <w:rPr>
                <w:rFonts w:ascii="Times New Roman" w:hAnsi="Times New Roman"/>
              </w:rPr>
              <w:t xml:space="preserve"> do SWZ) na zasadzie spełnia/nie spełnia.</w:t>
            </w:r>
          </w:p>
        </w:tc>
      </w:tr>
    </w:tbl>
    <w:p w14:paraId="298E14FA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4AC78BAB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445F895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B5E67AF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1FBC9292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04FB765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D3B54B1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82CCA37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956777F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D7DCF" w14:textId="77777777" w:rsidR="00DF1386" w:rsidRDefault="00DF1386" w:rsidP="0038231F">
      <w:pPr>
        <w:spacing w:after="0" w:line="240" w:lineRule="auto"/>
      </w:pPr>
      <w:r>
        <w:separator/>
      </w:r>
    </w:p>
  </w:endnote>
  <w:endnote w:type="continuationSeparator" w:id="0">
    <w:p w14:paraId="1DE2924F" w14:textId="77777777" w:rsidR="00DF1386" w:rsidRDefault="00DF13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69DA" w14:textId="77777777" w:rsidR="00822AA9" w:rsidRDefault="00822A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1779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BBE5CC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8CC5" w14:textId="77777777" w:rsidR="00822AA9" w:rsidRDefault="00822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A1C1" w14:textId="77777777" w:rsidR="00DF1386" w:rsidRDefault="00DF1386" w:rsidP="0038231F">
      <w:pPr>
        <w:spacing w:after="0" w:line="240" w:lineRule="auto"/>
      </w:pPr>
      <w:r>
        <w:separator/>
      </w:r>
    </w:p>
  </w:footnote>
  <w:footnote w:type="continuationSeparator" w:id="0">
    <w:p w14:paraId="51D13A1D" w14:textId="77777777" w:rsidR="00DF1386" w:rsidRDefault="00DF13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4FA0" w14:textId="77777777" w:rsidR="00822AA9" w:rsidRDefault="00822A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4B6B" w14:textId="77777777" w:rsidR="00822AA9" w:rsidRDefault="00822A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0664D" w14:textId="77777777" w:rsidR="00822AA9" w:rsidRDefault="00822A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530294">
    <w:abstractNumId w:val="8"/>
  </w:num>
  <w:num w:numId="2" w16cid:durableId="66223815">
    <w:abstractNumId w:val="0"/>
  </w:num>
  <w:num w:numId="3" w16cid:durableId="437991692">
    <w:abstractNumId w:val="7"/>
  </w:num>
  <w:num w:numId="4" w16cid:durableId="1843353121">
    <w:abstractNumId w:val="10"/>
  </w:num>
  <w:num w:numId="5" w16cid:durableId="1302076735">
    <w:abstractNumId w:val="9"/>
  </w:num>
  <w:num w:numId="6" w16cid:durableId="1609389407">
    <w:abstractNumId w:val="6"/>
  </w:num>
  <w:num w:numId="7" w16cid:durableId="571233063">
    <w:abstractNumId w:val="1"/>
  </w:num>
  <w:num w:numId="8" w16cid:durableId="1312634427">
    <w:abstractNumId w:val="4"/>
  </w:num>
  <w:num w:numId="9" w16cid:durableId="1472550855">
    <w:abstractNumId w:val="2"/>
  </w:num>
  <w:num w:numId="10" w16cid:durableId="68624982">
    <w:abstractNumId w:val="5"/>
  </w:num>
  <w:num w:numId="11" w16cid:durableId="1769617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BC"/>
    <w:rsid w:val="00023477"/>
    <w:rsid w:val="000247FF"/>
    <w:rsid w:val="00025C8D"/>
    <w:rsid w:val="000303EE"/>
    <w:rsid w:val="0005473D"/>
    <w:rsid w:val="00073C3D"/>
    <w:rsid w:val="00074E8A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2F2F"/>
    <w:rsid w:val="00203A40"/>
    <w:rsid w:val="002168A8"/>
    <w:rsid w:val="00232DF0"/>
    <w:rsid w:val="002426FF"/>
    <w:rsid w:val="00255142"/>
    <w:rsid w:val="00256CEC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5E579C"/>
    <w:rsid w:val="00634311"/>
    <w:rsid w:val="00635454"/>
    <w:rsid w:val="00641874"/>
    <w:rsid w:val="006676AE"/>
    <w:rsid w:val="006A3A1F"/>
    <w:rsid w:val="006A52B6"/>
    <w:rsid w:val="006A6935"/>
    <w:rsid w:val="006F0034"/>
    <w:rsid w:val="006F3D32"/>
    <w:rsid w:val="00710937"/>
    <w:rsid w:val="007118F0"/>
    <w:rsid w:val="0072560B"/>
    <w:rsid w:val="00746532"/>
    <w:rsid w:val="00751725"/>
    <w:rsid w:val="00753EC9"/>
    <w:rsid w:val="00756C8F"/>
    <w:rsid w:val="00757EFB"/>
    <w:rsid w:val="00770026"/>
    <w:rsid w:val="007840F2"/>
    <w:rsid w:val="007936D6"/>
    <w:rsid w:val="007961C8"/>
    <w:rsid w:val="007B01C8"/>
    <w:rsid w:val="007D5B61"/>
    <w:rsid w:val="007E2F69"/>
    <w:rsid w:val="00804F07"/>
    <w:rsid w:val="00822AA9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5F77"/>
    <w:rsid w:val="008F7A78"/>
    <w:rsid w:val="0091264E"/>
    <w:rsid w:val="00921E42"/>
    <w:rsid w:val="009301A2"/>
    <w:rsid w:val="00935667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36C1F"/>
    <w:rsid w:val="00A81DBC"/>
    <w:rsid w:val="00AE6FF2"/>
    <w:rsid w:val="00B0088C"/>
    <w:rsid w:val="00B15219"/>
    <w:rsid w:val="00B15FD3"/>
    <w:rsid w:val="00B34079"/>
    <w:rsid w:val="00B36ABD"/>
    <w:rsid w:val="00B574AF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58DE"/>
    <w:rsid w:val="00DA6EC7"/>
    <w:rsid w:val="00DD146A"/>
    <w:rsid w:val="00DD3E9D"/>
    <w:rsid w:val="00DF1386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10958"/>
    <w:rsid w:val="00F16503"/>
    <w:rsid w:val="00F318EC"/>
    <w:rsid w:val="00F365F2"/>
    <w:rsid w:val="00F43919"/>
    <w:rsid w:val="00F66810"/>
    <w:rsid w:val="00F8042D"/>
    <w:rsid w:val="00F85046"/>
    <w:rsid w:val="00F8636A"/>
    <w:rsid w:val="00F90CD1"/>
    <w:rsid w:val="00FC0317"/>
    <w:rsid w:val="00FE4E2B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15A7E"/>
  <w15:docId w15:val="{BEF9D66E-E54D-4892-886A-6B470C18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3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k.olewinska@brzesckujawski.pl</cp:lastModifiedBy>
  <cp:revision>11</cp:revision>
  <cp:lastPrinted>2021-12-09T14:15:00Z</cp:lastPrinted>
  <dcterms:created xsi:type="dcterms:W3CDTF">2021-12-09T11:04:00Z</dcterms:created>
  <dcterms:modified xsi:type="dcterms:W3CDTF">2022-07-05T14:20:00Z</dcterms:modified>
</cp:coreProperties>
</file>